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9F569B" w:rsidRDefault="00821D69" w:rsidP="00821D69">
            <w:pPr>
              <w:rPr>
                <w:highlight w:val="green"/>
              </w:rPr>
            </w:pPr>
            <w:r w:rsidRPr="00821D69">
              <w:rPr>
                <w:rFonts w:ascii="Helvetica" w:hAnsi="Helvetica"/>
              </w:rPr>
              <w:t>11548/2020-SŽ-SSV-Ú3</w:t>
            </w:r>
            <w:r>
              <w:rPr>
                <w:rFonts w:ascii="Helvetica" w:hAnsi="Helvetica"/>
              </w:rPr>
              <w:t>/HOL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9F569B" w:rsidRDefault="0024503D" w:rsidP="00CC1E2B">
            <w:pPr>
              <w:rPr>
                <w:highlight w:val="green"/>
              </w:rPr>
            </w:pPr>
            <w:r>
              <w:t>2</w:t>
            </w:r>
            <w:r w:rsidR="003E6B9A" w:rsidRPr="00821D69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9F569B" w:rsidP="00FE3455">
            <w:r>
              <w:t>Ing. Magdaléna Holá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9F569B" w:rsidP="009A7568">
            <w:r>
              <w:t>724 932 387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9F569B" w:rsidP="006104F6">
            <w:r>
              <w:t>HolaM@spravazeleznic.cz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2322A">
              <w:rPr>
                <w:noProof/>
              </w:rPr>
              <w:t>26. října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9F569B" w:rsidRPr="009F569B" w:rsidRDefault="00CB7B5A" w:rsidP="009F569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F569B" w:rsidRPr="009F569B">
        <w:rPr>
          <w:rFonts w:eastAsia="Calibri" w:cs="Times New Roman"/>
          <w:b/>
          <w:lang w:eastAsia="cs-CZ"/>
        </w:rPr>
        <w:t>Soubor tří staveb</w:t>
      </w:r>
    </w:p>
    <w:p w:rsidR="009F569B" w:rsidRPr="009F569B" w:rsidRDefault="009F569B" w:rsidP="009F569B">
      <w:pPr>
        <w:spacing w:after="0" w:line="240" w:lineRule="auto"/>
        <w:rPr>
          <w:rFonts w:eastAsia="Calibri" w:cs="Times New Roman"/>
          <w:b/>
          <w:lang w:eastAsia="cs-CZ"/>
        </w:rPr>
      </w:pPr>
      <w:r w:rsidRPr="009F569B">
        <w:rPr>
          <w:rFonts w:eastAsia="Calibri" w:cs="Times New Roman"/>
          <w:b/>
          <w:lang w:eastAsia="cs-CZ"/>
        </w:rPr>
        <w:t>1) „Rekonstrukce PZZ včetně přejezdové konstrukce v km 34,239 (P5288); 33,625 (P5287) a 33,183 (P5286) trati Havlíčkův Brod – Pardubice – Rosice nad Labem“</w:t>
      </w:r>
    </w:p>
    <w:p w:rsidR="009F569B" w:rsidRPr="009F569B" w:rsidRDefault="009F569B" w:rsidP="009F569B">
      <w:pPr>
        <w:spacing w:after="0" w:line="240" w:lineRule="auto"/>
        <w:rPr>
          <w:rFonts w:eastAsia="Calibri" w:cs="Times New Roman"/>
          <w:b/>
          <w:lang w:eastAsia="cs-CZ"/>
        </w:rPr>
      </w:pPr>
      <w:r w:rsidRPr="009F569B">
        <w:rPr>
          <w:rFonts w:eastAsia="Calibri" w:cs="Times New Roman"/>
          <w:b/>
          <w:lang w:eastAsia="cs-CZ"/>
        </w:rPr>
        <w:t>2) „Rekonstrukce PZZ včetně přejezdové konstrukce v km 36,017 (P5290) a 35,359 (P5289) trati Havlíčkův Brod – Pardubice - Rosice nad Labem“</w:t>
      </w:r>
    </w:p>
    <w:p w:rsidR="00CB7B5A" w:rsidRDefault="009F569B" w:rsidP="009F569B">
      <w:pPr>
        <w:spacing w:after="0" w:line="240" w:lineRule="auto"/>
        <w:rPr>
          <w:rFonts w:eastAsia="Calibri" w:cs="Times New Roman"/>
          <w:lang w:eastAsia="cs-CZ"/>
        </w:rPr>
      </w:pPr>
      <w:r w:rsidRPr="009F569B">
        <w:rPr>
          <w:rFonts w:eastAsia="Calibri" w:cs="Times New Roman"/>
          <w:b/>
          <w:lang w:eastAsia="cs-CZ"/>
        </w:rPr>
        <w:t>3) „Rekonstrukce PZZ včetně přejezdové konstrukce v km 36,832 (P5293); 36,593 (P5292) a 36,326 (P5291) trati Havlíčkův Brod – Pardubice - Rosice nad Labem“</w:t>
      </w:r>
    </w:p>
    <w:p w:rsidR="00821D69" w:rsidRDefault="00821D69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21D69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9F569B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F569B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  <w:r w:rsidR="009F569B">
        <w:rPr>
          <w:rFonts w:eastAsia="Calibri" w:cs="Times New Roman"/>
          <w:b/>
          <w:lang w:eastAsia="cs-CZ"/>
        </w:rPr>
        <w:t xml:space="preserve"> </w:t>
      </w:r>
    </w:p>
    <w:p w:rsidR="00CB7B5A" w:rsidRPr="009F569B" w:rsidRDefault="009F569B" w:rsidP="00CB7B5A">
      <w:pPr>
        <w:spacing w:after="0" w:line="240" w:lineRule="auto"/>
        <w:rPr>
          <w:rFonts w:eastAsia="Calibri" w:cs="Times New Roman"/>
          <w:lang w:eastAsia="cs-CZ"/>
        </w:rPr>
      </w:pPr>
      <w:r w:rsidRPr="008D3757">
        <w:rPr>
          <w:rFonts w:eastAsia="Calibri" w:cs="Times New Roman"/>
          <w:lang w:eastAsia="cs-CZ"/>
        </w:rPr>
        <w:t>Dotaz se týká zabezpečovacího zařízení (všech staveb v souboru staveb). Dle zadávací dokumentace zadavatel vyžaduje použití PZZ reléového typu s elektronickými doplňky.</w:t>
      </w:r>
      <w:r w:rsidRPr="008D3757">
        <w:rPr>
          <w:rFonts w:eastAsia="Calibri" w:cs="Times New Roman"/>
          <w:lang w:eastAsia="cs-CZ"/>
        </w:rPr>
        <w:br/>
        <w:t>Připouští zadavatel možnost použití (plně)elektronického (příp. i centralizovaného) typu PZZ? Žádáme zadavatele o vyjádření</w:t>
      </w:r>
      <w:r w:rsidR="0024503D">
        <w:rPr>
          <w:rFonts w:eastAsia="Calibri" w:cs="Times New Roman"/>
          <w:lang w:eastAsia="cs-CZ"/>
        </w:rPr>
        <w:t>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821D69" w:rsidRPr="0002322A" w:rsidRDefault="00C874FB" w:rsidP="0002322A">
      <w:pPr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Z</w:t>
      </w:r>
      <w:r w:rsidRPr="00C874FB">
        <w:rPr>
          <w:rFonts w:eastAsia="Calibri" w:cs="Times New Roman"/>
          <w:lang w:eastAsia="cs-CZ"/>
        </w:rPr>
        <w:t xml:space="preserve">adavatel netrvá na vybudování PZZ reléového s elektronickými doplňky ale umožňuje, vzhledem k časovému odstupu zadání a soutěže a vývoji na trhu zabezpečovací techniky, výstavbu i plně elektronického a tedy i centralizovaného typu PZZ. </w:t>
      </w:r>
    </w:p>
    <w:p w:rsidR="0024503D" w:rsidRDefault="0024503D" w:rsidP="0002322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24503D">
        <w:rPr>
          <w:rFonts w:eastAsia="Times New Roman" w:cs="Times New Roman"/>
          <w:b/>
          <w:lang w:eastAsia="cs-CZ"/>
        </w:rPr>
        <w:t xml:space="preserve">změny/doplnění </w:t>
      </w:r>
      <w:r w:rsidRPr="00CB7B5A">
        <w:rPr>
          <w:rFonts w:eastAsia="Times New Roman" w:cs="Times New Roman"/>
          <w:b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CB7B5A">
        <w:rPr>
          <w:rFonts w:eastAsia="Times New Roman" w:cs="Times New Roman"/>
          <w:lang w:eastAsia="cs-CZ"/>
        </w:rPr>
        <w:br/>
      </w:r>
      <w:r>
        <w:rPr>
          <w:rFonts w:eastAsia="Times New Roman" w:cs="Times New Roman"/>
          <w:lang w:eastAsia="cs-CZ"/>
        </w:rPr>
        <w:t>12. 11. 2020</w:t>
      </w:r>
      <w:r w:rsidRPr="00CB7B5A">
        <w:rPr>
          <w:rFonts w:eastAsia="Times New Roman" w:cs="Times New Roman"/>
          <w:lang w:eastAsia="cs-CZ"/>
        </w:rPr>
        <w:t xml:space="preserve"> na den </w:t>
      </w:r>
      <w:r>
        <w:rPr>
          <w:rFonts w:eastAsia="Times New Roman" w:cs="Times New Roman"/>
          <w:lang w:eastAsia="cs-CZ"/>
        </w:rPr>
        <w:t>18. 11. 2020</w:t>
      </w:r>
      <w:r w:rsidRPr="00CB7B5A">
        <w:rPr>
          <w:rFonts w:eastAsia="Times New Roman" w:cs="Times New Roman"/>
          <w:lang w:eastAsia="cs-CZ"/>
        </w:rPr>
        <w:t xml:space="preserve">. </w:t>
      </w:r>
    </w:p>
    <w:p w:rsidR="0002322A" w:rsidRPr="0002322A" w:rsidRDefault="0002322A" w:rsidP="0002322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24503D" w:rsidRPr="00CB7B5A" w:rsidRDefault="0024503D" w:rsidP="0024503D">
      <w:pPr>
        <w:spacing w:after="160" w:line="259" w:lineRule="auto"/>
        <w:rPr>
          <w:rFonts w:eastAsia="Calibri" w:cs="Times New Roman"/>
          <w:u w:val="single"/>
        </w:rPr>
      </w:pPr>
      <w:r w:rsidRPr="00CB7B5A">
        <w:rPr>
          <w:rFonts w:eastAsia="Calibri" w:cs="Times New Roman"/>
          <w:u w:val="single"/>
        </w:rPr>
        <w:t>V souvislosti s touto změnou lhůty pro podání nabídek se mění rovněž:</w:t>
      </w:r>
    </w:p>
    <w:p w:rsidR="0024503D" w:rsidRPr="00CB7B5A" w:rsidRDefault="0024503D" w:rsidP="0024503D">
      <w:pPr>
        <w:spacing w:after="160" w:line="259" w:lineRule="auto"/>
        <w:rPr>
          <w:rFonts w:eastAsia="Calibri" w:cs="Times New Roman"/>
        </w:rPr>
      </w:pPr>
      <w:r w:rsidRPr="0024503D">
        <w:rPr>
          <w:rFonts w:eastAsia="Calibri" w:cs="Times New Roman"/>
        </w:rPr>
        <w:t xml:space="preserve">čl. 12.1 odst. 2 Výzvy </w:t>
      </w:r>
      <w:r w:rsidRPr="00CB7B5A">
        <w:rPr>
          <w:rFonts w:eastAsia="Calibri" w:cs="Times New Roman"/>
        </w:rPr>
        <w:t>k podání nabídky takto:</w:t>
      </w:r>
    </w:p>
    <w:p w:rsidR="00821D69" w:rsidRPr="00CB7B5A" w:rsidRDefault="0024503D" w:rsidP="0002322A">
      <w:pPr>
        <w:spacing w:after="200" w:line="276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</w:rPr>
        <w:t xml:space="preserve">„Nabídky musí být zadavateli doručeny nejpozději do </w:t>
      </w:r>
      <w:r w:rsidRPr="0024503D">
        <w:rPr>
          <w:rFonts w:eastAsia="Calibri" w:cs="Times New Roman"/>
          <w:b/>
          <w:i/>
        </w:rPr>
        <w:t>18. 11. 2020 do 09:00 hodin</w:t>
      </w:r>
      <w:r w:rsidRPr="0024503D">
        <w:rPr>
          <w:rFonts w:eastAsia="Calibri" w:cs="Times New Roman"/>
        </w:rPr>
        <w:t xml:space="preserve">“ </w:t>
      </w:r>
    </w:p>
    <w:p w:rsidR="0024503D" w:rsidRPr="0002322A" w:rsidRDefault="00821D69" w:rsidP="0002322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21D69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24503D" w:rsidRPr="00CB7B5A" w:rsidRDefault="0024503D" w:rsidP="00821D69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:rsidR="00821D69" w:rsidRPr="00CB7B5A" w:rsidRDefault="00821D69" w:rsidP="00821D6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821D69" w:rsidRDefault="00821D69" w:rsidP="00821D6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21D69" w:rsidRDefault="00821D69" w:rsidP="00821D6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21D69" w:rsidRPr="00CB7B5A" w:rsidRDefault="00821D69" w:rsidP="00821D6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21D69" w:rsidRPr="00CB7B5A" w:rsidRDefault="00821D69" w:rsidP="00821D69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821D69" w:rsidRPr="00CB7B5A" w:rsidRDefault="00821D69" w:rsidP="00821D69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821D69" w:rsidRPr="00CB7B5A" w:rsidRDefault="00821D69" w:rsidP="00821D69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821D69" w:rsidRPr="00CB7B5A" w:rsidRDefault="00821D69" w:rsidP="00821D69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821D69" w:rsidRPr="00CB7B5A" w:rsidRDefault="00821D69" w:rsidP="00821D69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322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322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322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322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821D69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78B6CC3" wp14:editId="2AD8383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3F0E1AE" wp14:editId="0B0EB24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2322A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4503D"/>
    <w:rsid w:val="00267369"/>
    <w:rsid w:val="0026785D"/>
    <w:rsid w:val="002C31BF"/>
    <w:rsid w:val="002E0CD7"/>
    <w:rsid w:val="002F026B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21D69"/>
    <w:rsid w:val="00891334"/>
    <w:rsid w:val="008A05B7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9F569B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874FB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63F5953-908F-461D-80F4-69821D0DE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</TotalTime>
  <Pages>1</Pages>
  <Words>314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5</cp:revision>
  <cp:lastPrinted>2019-02-22T13:28:00Z</cp:lastPrinted>
  <dcterms:created xsi:type="dcterms:W3CDTF">2020-10-26T09:24:00Z</dcterms:created>
  <dcterms:modified xsi:type="dcterms:W3CDTF">2020-10-26T12:49:00Z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